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0DBC4F22" w:rsidR="00C437CE" w:rsidRPr="00311A80" w:rsidRDefault="005F67B7" w:rsidP="003777CB">
      <w:pPr>
        <w:rPr>
          <w:rFonts w:ascii="Arial" w:hAnsi="Arial" w:cs="Arial"/>
          <w:sz w:val="20"/>
          <w:szCs w:val="20"/>
        </w:rPr>
      </w:pPr>
      <w:r>
        <w:rPr>
          <w:rFonts w:ascii="Arial" w:hAnsi="Arial" w:cs="Arial"/>
          <w:sz w:val="20"/>
          <w:szCs w:val="20"/>
        </w:rPr>
        <w:t>Dec</w:t>
      </w:r>
      <w:r w:rsidR="00AD00BA">
        <w:rPr>
          <w:rFonts w:ascii="Arial" w:hAnsi="Arial" w:cs="Arial"/>
          <w:sz w:val="20"/>
          <w:szCs w:val="20"/>
        </w:rPr>
        <w:t>ember 2</w:t>
      </w:r>
      <w:r>
        <w:rPr>
          <w:rFonts w:ascii="Arial" w:hAnsi="Arial" w:cs="Arial"/>
          <w:sz w:val="20"/>
          <w:szCs w:val="20"/>
        </w:rPr>
        <w:t>6</w:t>
      </w:r>
      <w:r w:rsidR="00AD00BA">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56E18E49" w:rsidR="008F7672" w:rsidRPr="00311A80" w:rsidRDefault="005F67B7" w:rsidP="003777CB">
      <w:pPr>
        <w:rPr>
          <w:rFonts w:ascii="Arial" w:hAnsi="Arial" w:cs="Arial"/>
          <w:sz w:val="20"/>
          <w:szCs w:val="20"/>
        </w:rPr>
      </w:pPr>
      <w:r>
        <w:rPr>
          <w:rFonts w:ascii="Arial" w:hAnsi="Arial" w:cs="Arial"/>
          <w:sz w:val="20"/>
          <w:szCs w:val="20"/>
        </w:rPr>
        <w:t>Bradley R. Carpenter</w:t>
      </w:r>
    </w:p>
    <w:p w14:paraId="71C54EA9" w14:textId="60BD55FD" w:rsidR="008F7672" w:rsidRPr="00311A80" w:rsidRDefault="00DC4EBC" w:rsidP="003777CB">
      <w:pPr>
        <w:rPr>
          <w:rFonts w:ascii="Arial" w:hAnsi="Arial" w:cs="Arial"/>
          <w:sz w:val="20"/>
          <w:szCs w:val="20"/>
        </w:rPr>
      </w:pPr>
      <w:r>
        <w:rPr>
          <w:rFonts w:ascii="Arial" w:hAnsi="Arial" w:cs="Arial"/>
          <w:sz w:val="20"/>
          <w:szCs w:val="20"/>
        </w:rPr>
        <w:t>85</w:t>
      </w:r>
      <w:r w:rsidR="005F67B7">
        <w:rPr>
          <w:rFonts w:ascii="Arial" w:hAnsi="Arial" w:cs="Arial"/>
          <w:sz w:val="20"/>
          <w:szCs w:val="20"/>
        </w:rPr>
        <w:t xml:space="preserve"> PVT DR 2121</w:t>
      </w:r>
    </w:p>
    <w:p w14:paraId="73A140FD" w14:textId="0ED03EE0" w:rsidR="008F7672" w:rsidRDefault="005F67B7" w:rsidP="003777CB">
      <w:pPr>
        <w:rPr>
          <w:rFonts w:ascii="Arial" w:hAnsi="Arial" w:cs="Arial"/>
          <w:sz w:val="20"/>
          <w:szCs w:val="20"/>
        </w:rPr>
      </w:pPr>
      <w:proofErr w:type="spellStart"/>
      <w:r>
        <w:rPr>
          <w:rFonts w:ascii="Arial" w:hAnsi="Arial" w:cs="Arial"/>
          <w:sz w:val="20"/>
          <w:szCs w:val="20"/>
        </w:rPr>
        <w:t>Scottown</w:t>
      </w:r>
      <w:proofErr w:type="spellEnd"/>
      <w:r>
        <w:rPr>
          <w:rFonts w:ascii="Arial" w:hAnsi="Arial" w:cs="Arial"/>
          <w:sz w:val="20"/>
          <w:szCs w:val="20"/>
        </w:rPr>
        <w:t>, OH 45678</w:t>
      </w:r>
    </w:p>
    <w:p w14:paraId="69EA5CB8" w14:textId="77777777" w:rsidR="005F67B7" w:rsidRPr="00311A80" w:rsidRDefault="005F67B7" w:rsidP="003777CB">
      <w:pPr>
        <w:rPr>
          <w:rFonts w:ascii="Arial" w:hAnsi="Arial" w:cs="Arial"/>
          <w:sz w:val="20"/>
          <w:szCs w:val="20"/>
        </w:rPr>
      </w:pPr>
    </w:p>
    <w:p w14:paraId="2069B4D2" w14:textId="3EA67442"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Section </w:t>
      </w:r>
      <w:r w:rsidR="005F67B7">
        <w:rPr>
          <w:rFonts w:ascii="Arial" w:hAnsi="Arial" w:cs="Arial"/>
          <w:sz w:val="20"/>
          <w:szCs w:val="20"/>
        </w:rPr>
        <w:t>8.93</w:t>
      </w:r>
    </w:p>
    <w:p w14:paraId="4739109E" w14:textId="16CCAC4B" w:rsidR="008F7672" w:rsidRPr="00311A80" w:rsidRDefault="008F7672" w:rsidP="003777CB">
      <w:pPr>
        <w:rPr>
          <w:rFonts w:ascii="Arial" w:hAnsi="Arial" w:cs="Arial"/>
          <w:sz w:val="20"/>
          <w:szCs w:val="20"/>
        </w:rPr>
      </w:pPr>
      <w:r w:rsidRPr="00311A80">
        <w:rPr>
          <w:rFonts w:ascii="Arial" w:hAnsi="Arial" w:cs="Arial"/>
          <w:sz w:val="20"/>
          <w:szCs w:val="20"/>
        </w:rPr>
        <w:tab/>
      </w:r>
      <w:r w:rsidR="005F67B7">
        <w:rPr>
          <w:rFonts w:ascii="Arial" w:hAnsi="Arial" w:cs="Arial"/>
          <w:sz w:val="20"/>
          <w:szCs w:val="20"/>
        </w:rPr>
        <w:t>Lawrence</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71465F40"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w:t>
      </w:r>
      <w:r w:rsidR="005F67B7">
        <w:rPr>
          <w:rFonts w:ascii="Arial" w:hAnsi="Arial" w:cs="Arial"/>
          <w:sz w:val="20"/>
          <w:szCs w:val="20"/>
        </w:rPr>
        <w:t>75</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55646A02" w:rsidR="00111574" w:rsidRDefault="00111574" w:rsidP="003777CB">
      <w:pPr>
        <w:rPr>
          <w:rFonts w:ascii="Freestyle Script" w:hAnsi="Freestyle Script" w:cs="Arial"/>
          <w:sz w:val="40"/>
          <w:szCs w:val="40"/>
        </w:rPr>
      </w:pPr>
      <w:bookmarkStart w:id="0" w:name="_Hlk146517000"/>
      <w:r w:rsidRPr="00311A80">
        <w:rPr>
          <w:rFonts w:ascii="Arial" w:hAnsi="Arial" w:cs="Arial"/>
          <w:sz w:val="20"/>
          <w:szCs w:val="20"/>
        </w:rPr>
        <w:t>By:</w:t>
      </w:r>
      <w:r w:rsidR="00326B30">
        <w:rPr>
          <w:rFonts w:ascii="Arial" w:hAnsi="Arial" w:cs="Arial"/>
          <w:sz w:val="20"/>
          <w:szCs w:val="20"/>
        </w:rPr>
        <w:t xml:space="preserve"> </w:t>
      </w:r>
      <w:r w:rsidR="00326B30" w:rsidRPr="00326B30">
        <w:rPr>
          <w:rFonts w:ascii="Freestyle Script" w:hAnsi="Freestyle Script" w:cs="Arial"/>
          <w:sz w:val="40"/>
          <w:szCs w:val="40"/>
        </w:rPr>
        <w:t>Michael Ware</w:t>
      </w:r>
    </w:p>
    <w:p w14:paraId="4D94BBCD" w14:textId="77777777" w:rsidR="00326B30" w:rsidRDefault="00326B30" w:rsidP="003777CB">
      <w:pPr>
        <w:rPr>
          <w:rFonts w:ascii="Arial" w:hAnsi="Arial" w:cs="Arial"/>
          <w:sz w:val="20"/>
          <w:szCs w:val="20"/>
        </w:rPr>
      </w:pPr>
    </w:p>
    <w:p w14:paraId="4BA5BE6A" w14:textId="04435BA5" w:rsidR="00326B30" w:rsidRDefault="00326B30" w:rsidP="003777CB">
      <w:pPr>
        <w:rPr>
          <w:rFonts w:ascii="Arial" w:hAnsi="Arial" w:cs="Arial"/>
          <w:sz w:val="20"/>
          <w:szCs w:val="20"/>
        </w:rPr>
      </w:pPr>
      <w:r>
        <w:rPr>
          <w:rFonts w:ascii="Arial" w:hAnsi="Arial" w:cs="Arial"/>
          <w:sz w:val="20"/>
          <w:szCs w:val="20"/>
        </w:rPr>
        <w:t>Michael Ware</w:t>
      </w:r>
    </w:p>
    <w:p w14:paraId="7C9BF60F" w14:textId="54D57222" w:rsidR="00326B30" w:rsidRDefault="00326B30" w:rsidP="003777CB">
      <w:pPr>
        <w:rPr>
          <w:rFonts w:ascii="Arial" w:hAnsi="Arial" w:cs="Arial"/>
          <w:sz w:val="20"/>
          <w:szCs w:val="20"/>
        </w:rPr>
      </w:pPr>
      <w:r>
        <w:rPr>
          <w:rFonts w:ascii="Arial" w:hAnsi="Arial" w:cs="Arial"/>
          <w:sz w:val="20"/>
          <w:szCs w:val="20"/>
        </w:rPr>
        <w:t>District 9 Surveyor 4</w:t>
      </w:r>
    </w:p>
    <w:p w14:paraId="5AE0A2FA" w14:textId="77777777" w:rsidR="00326B30" w:rsidRDefault="00326B30" w:rsidP="003777CB">
      <w:pPr>
        <w:rPr>
          <w:rFonts w:ascii="Arial" w:hAnsi="Arial" w:cs="Arial"/>
          <w:sz w:val="20"/>
          <w:szCs w:val="20"/>
        </w:rPr>
      </w:pPr>
    </w:p>
    <w:p w14:paraId="07E11D8E" w14:textId="6B244BB2" w:rsidR="00326B30" w:rsidRDefault="00326B30" w:rsidP="003777CB">
      <w:pPr>
        <w:rPr>
          <w:rFonts w:ascii="Arial" w:hAnsi="Arial" w:cs="Arial"/>
          <w:sz w:val="20"/>
          <w:szCs w:val="20"/>
        </w:rPr>
      </w:pPr>
      <w:r>
        <w:rPr>
          <w:rFonts w:ascii="Arial" w:hAnsi="Arial" w:cs="Arial"/>
          <w:sz w:val="20"/>
          <w:szCs w:val="20"/>
        </w:rPr>
        <w:t>DF/mw</w:t>
      </w:r>
    </w:p>
    <w:p w14:paraId="3BEF161E" w14:textId="7FED08B3" w:rsidR="00326B30" w:rsidRPr="00326B30" w:rsidRDefault="00326B30" w:rsidP="003777CB">
      <w:pPr>
        <w:rPr>
          <w:rFonts w:ascii="Arial" w:hAnsi="Arial" w:cs="Arial"/>
          <w:sz w:val="20"/>
          <w:szCs w:val="20"/>
        </w:rPr>
      </w:pPr>
      <w:r>
        <w:rPr>
          <w:rFonts w:ascii="Arial" w:hAnsi="Arial" w:cs="Arial"/>
          <w:sz w:val="20"/>
          <w:szCs w:val="20"/>
        </w:rPr>
        <w:t>C: file</w:t>
      </w:r>
    </w:p>
    <w:bookmarkEnd w:id="0"/>
    <w:p w14:paraId="2F1B23FA" w14:textId="0B2E5EC0" w:rsidR="00326B30" w:rsidRDefault="00326B30" w:rsidP="003777CB">
      <w:pPr>
        <w:rPr>
          <w:rFonts w:ascii="Arial" w:hAnsi="Arial" w:cs="Arial"/>
          <w:sz w:val="20"/>
          <w:szCs w:val="20"/>
        </w:rPr>
      </w:pPr>
    </w:p>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C761C"/>
    <w:rsid w:val="00111574"/>
    <w:rsid w:val="001116A5"/>
    <w:rsid w:val="001224DF"/>
    <w:rsid w:val="00130D7B"/>
    <w:rsid w:val="00185ED9"/>
    <w:rsid w:val="001C1889"/>
    <w:rsid w:val="002052A1"/>
    <w:rsid w:val="00237EE1"/>
    <w:rsid w:val="00263ADC"/>
    <w:rsid w:val="00311A80"/>
    <w:rsid w:val="00311B48"/>
    <w:rsid w:val="00326B30"/>
    <w:rsid w:val="00347623"/>
    <w:rsid w:val="00354D19"/>
    <w:rsid w:val="003777CB"/>
    <w:rsid w:val="00386C50"/>
    <w:rsid w:val="003E267F"/>
    <w:rsid w:val="00400CB6"/>
    <w:rsid w:val="00403C34"/>
    <w:rsid w:val="004A5BC5"/>
    <w:rsid w:val="00547CC8"/>
    <w:rsid w:val="00550FF3"/>
    <w:rsid w:val="005F62BC"/>
    <w:rsid w:val="005F67B7"/>
    <w:rsid w:val="00655779"/>
    <w:rsid w:val="00693881"/>
    <w:rsid w:val="00720DBB"/>
    <w:rsid w:val="007A2C11"/>
    <w:rsid w:val="008331DF"/>
    <w:rsid w:val="008F7672"/>
    <w:rsid w:val="009053EC"/>
    <w:rsid w:val="00924E27"/>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2</TotalTime>
  <Pages>1</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2023-12-26T13:59:00Z</dcterms:created>
  <dcterms:modified xsi:type="dcterms:W3CDTF">2023-12-26T13:59:00Z</dcterms:modified>
</cp:coreProperties>
</file>